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291" w:rsidRDefault="00D32291" w:rsidP="00B7139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F47A6">
        <w:rPr>
          <w:rFonts w:ascii="Times New Roman" w:hAnsi="Times New Roman"/>
          <w:sz w:val="28"/>
          <w:szCs w:val="28"/>
        </w:rPr>
        <w:t>Приложение 2</w:t>
      </w:r>
    </w:p>
    <w:p w:rsidR="00D32291" w:rsidRPr="00B7139E" w:rsidRDefault="00D32291" w:rsidP="00B713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7139E">
        <w:rPr>
          <w:rFonts w:ascii="Times New Roman" w:hAnsi="Times New Roman"/>
          <w:sz w:val="24"/>
          <w:szCs w:val="24"/>
        </w:rPr>
        <w:t>к Административному регламенту</w:t>
      </w:r>
      <w:r w:rsidRPr="00B7139E">
        <w:rPr>
          <w:sz w:val="24"/>
          <w:szCs w:val="24"/>
        </w:rPr>
        <w:t xml:space="preserve"> </w:t>
      </w:r>
      <w:r w:rsidRPr="00B7139E">
        <w:rPr>
          <w:rFonts w:ascii="Times New Roman" w:hAnsi="Times New Roman"/>
          <w:sz w:val="24"/>
          <w:szCs w:val="24"/>
        </w:rPr>
        <w:t xml:space="preserve">по исполнению </w:t>
      </w:r>
    </w:p>
    <w:p w:rsidR="00D32291" w:rsidRPr="00B7139E" w:rsidRDefault="00D32291" w:rsidP="00B713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7139E">
        <w:rPr>
          <w:rFonts w:ascii="Times New Roman" w:hAnsi="Times New Roman"/>
          <w:sz w:val="24"/>
          <w:szCs w:val="24"/>
        </w:rPr>
        <w:t xml:space="preserve">Министерством </w:t>
      </w:r>
      <w:r>
        <w:rPr>
          <w:rFonts w:ascii="Times New Roman" w:hAnsi="Times New Roman"/>
          <w:sz w:val="24"/>
          <w:szCs w:val="24"/>
        </w:rPr>
        <w:t xml:space="preserve">промышленности и </w:t>
      </w:r>
      <w:r w:rsidRPr="00B7139E">
        <w:rPr>
          <w:rFonts w:ascii="Times New Roman" w:hAnsi="Times New Roman"/>
          <w:sz w:val="24"/>
          <w:szCs w:val="24"/>
        </w:rPr>
        <w:t>торговли</w:t>
      </w:r>
    </w:p>
    <w:p w:rsidR="00D32291" w:rsidRPr="00B7139E" w:rsidRDefault="00D32291" w:rsidP="00B713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7139E">
        <w:rPr>
          <w:rFonts w:ascii="Times New Roman" w:hAnsi="Times New Roman"/>
          <w:sz w:val="24"/>
          <w:szCs w:val="24"/>
        </w:rPr>
        <w:t xml:space="preserve"> Удмуртской Республики государственной функции </w:t>
      </w:r>
    </w:p>
    <w:p w:rsidR="00D32291" w:rsidRPr="00B7139E" w:rsidRDefault="00D32291" w:rsidP="00B713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7139E">
        <w:rPr>
          <w:rFonts w:ascii="Times New Roman" w:hAnsi="Times New Roman"/>
          <w:sz w:val="24"/>
          <w:szCs w:val="24"/>
        </w:rPr>
        <w:t xml:space="preserve">«Осуществление государственного контроля </w:t>
      </w:r>
    </w:p>
    <w:p w:rsidR="00D32291" w:rsidRPr="00B7139E" w:rsidRDefault="00D32291" w:rsidP="00B713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7139E">
        <w:rPr>
          <w:rFonts w:ascii="Times New Roman" w:hAnsi="Times New Roman"/>
          <w:sz w:val="24"/>
          <w:szCs w:val="24"/>
        </w:rPr>
        <w:t>за представлением деклараций об объеме розничной</w:t>
      </w:r>
    </w:p>
    <w:p w:rsidR="00D32291" w:rsidRPr="00B7139E" w:rsidRDefault="00D32291" w:rsidP="00B713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7139E">
        <w:rPr>
          <w:rFonts w:ascii="Times New Roman" w:hAnsi="Times New Roman"/>
          <w:sz w:val="24"/>
          <w:szCs w:val="24"/>
        </w:rPr>
        <w:t xml:space="preserve"> продажи алкогольной и спиртосодержащей продукции</w:t>
      </w:r>
    </w:p>
    <w:p w:rsidR="00D32291" w:rsidRPr="004F47A6" w:rsidRDefault="00D32291" w:rsidP="00B7139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7139E">
        <w:rPr>
          <w:rFonts w:ascii="Times New Roman" w:hAnsi="Times New Roman"/>
          <w:sz w:val="24"/>
          <w:szCs w:val="24"/>
        </w:rPr>
        <w:t xml:space="preserve"> на территории Удмуртской Республики»</w:t>
      </w:r>
    </w:p>
    <w:tbl>
      <w:tblPr>
        <w:tblW w:w="14781" w:type="dxa"/>
        <w:tblInd w:w="93" w:type="dxa"/>
        <w:tblLook w:val="00A0"/>
      </w:tblPr>
      <w:tblGrid>
        <w:gridCol w:w="592"/>
        <w:gridCol w:w="1324"/>
        <w:gridCol w:w="2126"/>
        <w:gridCol w:w="2027"/>
        <w:gridCol w:w="1743"/>
        <w:gridCol w:w="2107"/>
        <w:gridCol w:w="1725"/>
        <w:gridCol w:w="1721"/>
        <w:gridCol w:w="1416"/>
      </w:tblGrid>
      <w:tr w:rsidR="00D32291" w:rsidRPr="00C9438A" w:rsidTr="006D09B9">
        <w:trPr>
          <w:trHeight w:val="1140"/>
        </w:trPr>
        <w:tc>
          <w:tcPr>
            <w:tcW w:w="1478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2291" w:rsidRPr="004F47A6" w:rsidRDefault="00D32291" w:rsidP="006D09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F47A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Журнал </w:t>
            </w:r>
            <w:r w:rsidRPr="004F47A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br/>
              <w:t>учета проверок юридического лица, индивидуального предпринимателя,</w:t>
            </w:r>
            <w:r w:rsidRPr="004F47A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br/>
              <w:t xml:space="preserve">проводимых Министерством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промышленности </w:t>
            </w:r>
            <w:r w:rsidRPr="004F47A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торговли Удмуртской Республики</w:t>
            </w:r>
          </w:p>
        </w:tc>
      </w:tr>
      <w:tr w:rsidR="00D32291" w:rsidRPr="00C9438A" w:rsidTr="004F47A6">
        <w:trPr>
          <w:trHeight w:val="2557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291" w:rsidRPr="004F47A6" w:rsidRDefault="00D32291" w:rsidP="004F47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F47A6"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291" w:rsidRPr="004F47A6" w:rsidRDefault="00D32291" w:rsidP="004F47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F47A6">
              <w:rPr>
                <w:rFonts w:ascii="Times New Roman" w:hAnsi="Times New Roman"/>
                <w:sz w:val="24"/>
                <w:szCs w:val="24"/>
                <w:lang w:eastAsia="ru-RU"/>
              </w:rPr>
              <w:t>Дата проверки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291" w:rsidRPr="004F47A6" w:rsidRDefault="00D32291" w:rsidP="004F47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Основание проведения проверки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291" w:rsidRPr="004F47A6" w:rsidRDefault="00D32291" w:rsidP="003875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4F47A6">
              <w:rPr>
                <w:rFonts w:ascii="Times New Roman" w:hAnsi="Times New Roman"/>
                <w:sz w:val="24"/>
                <w:szCs w:val="24"/>
                <w:lang w:eastAsia="ru-RU"/>
              </w:rPr>
              <w:t>аименование организации (фамилия, имя, отчество индивидуального предпринимателя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291" w:rsidRPr="004F47A6" w:rsidRDefault="00D32291" w:rsidP="004F47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F47A6">
              <w:rPr>
                <w:rFonts w:ascii="Times New Roman" w:hAnsi="Times New Roman"/>
                <w:sz w:val="24"/>
                <w:szCs w:val="24"/>
                <w:lang w:eastAsia="ru-RU"/>
              </w:rPr>
              <w:t>Юридический адрес организации (место прописки индивидуаль-ного пред-принимателя)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291" w:rsidRPr="004F47A6" w:rsidRDefault="00D32291" w:rsidP="004F47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F47A6">
              <w:rPr>
                <w:rFonts w:ascii="Times New Roman" w:hAnsi="Times New Roman"/>
                <w:sz w:val="24"/>
                <w:szCs w:val="24"/>
                <w:lang w:eastAsia="ru-RU"/>
              </w:rPr>
              <w:t>Фамилия, имя и  отчество, должность руководителя организации (индивидуального предпринимателя)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291" w:rsidRPr="004F47A6" w:rsidRDefault="00D32291" w:rsidP="004F47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F47A6">
              <w:rPr>
                <w:rFonts w:ascii="Times New Roman" w:hAnsi="Times New Roman"/>
                <w:sz w:val="24"/>
                <w:szCs w:val="24"/>
                <w:lang w:eastAsia="ru-RU"/>
              </w:rPr>
              <w:t>Адрес торговой точки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291" w:rsidRPr="004F47A6" w:rsidRDefault="00D32291" w:rsidP="004F47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09B9">
              <w:rPr>
                <w:rFonts w:ascii="Times New Roman" w:hAnsi="Times New Roman"/>
                <w:sz w:val="24"/>
                <w:szCs w:val="24"/>
                <w:lang w:eastAsia="ru-RU"/>
              </w:rPr>
              <w:t>Выявленные</w:t>
            </w:r>
            <w:r w:rsidRPr="004F47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нарушения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291" w:rsidRPr="004F47A6" w:rsidRDefault="00D32291" w:rsidP="004F47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F47A6">
              <w:rPr>
                <w:rFonts w:ascii="Times New Roman" w:hAnsi="Times New Roman"/>
                <w:sz w:val="24"/>
                <w:szCs w:val="24"/>
                <w:lang w:eastAsia="ru-RU"/>
              </w:rPr>
              <w:t>Принятые меры</w:t>
            </w:r>
          </w:p>
        </w:tc>
      </w:tr>
      <w:tr w:rsidR="00D32291" w:rsidRPr="00C9438A" w:rsidTr="004F47A6">
        <w:trPr>
          <w:trHeight w:val="351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291" w:rsidRPr="004F47A6" w:rsidRDefault="00D32291" w:rsidP="006D09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09B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291" w:rsidRPr="004F47A6" w:rsidRDefault="00D32291" w:rsidP="006D09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09B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291" w:rsidRPr="004F47A6" w:rsidRDefault="00D32291" w:rsidP="006D09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09B9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291" w:rsidRPr="004F47A6" w:rsidRDefault="00D32291" w:rsidP="006D09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09B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291" w:rsidRPr="004F47A6" w:rsidRDefault="00D32291" w:rsidP="006D09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09B9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291" w:rsidRPr="004F47A6" w:rsidRDefault="00D32291" w:rsidP="006D09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6D09B9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291" w:rsidRPr="004F47A6" w:rsidRDefault="00D32291" w:rsidP="006D09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09B9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291" w:rsidRPr="004F47A6" w:rsidRDefault="00D32291" w:rsidP="006D09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09B9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291" w:rsidRPr="004F47A6" w:rsidRDefault="00D32291" w:rsidP="006D09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09B9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</w:tbl>
    <w:p w:rsidR="00D32291" w:rsidRDefault="00D32291"/>
    <w:sectPr w:rsidR="00D32291" w:rsidSect="004F47A6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drawingGridHorizontalSpacing w:val="10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47A6"/>
    <w:rsid w:val="000C0216"/>
    <w:rsid w:val="000D7CF8"/>
    <w:rsid w:val="00387539"/>
    <w:rsid w:val="004377C4"/>
    <w:rsid w:val="004F47A6"/>
    <w:rsid w:val="006760DD"/>
    <w:rsid w:val="006D09B9"/>
    <w:rsid w:val="008331BB"/>
    <w:rsid w:val="00A075CF"/>
    <w:rsid w:val="00AF4698"/>
    <w:rsid w:val="00B30F58"/>
    <w:rsid w:val="00B7139E"/>
    <w:rsid w:val="00C566EA"/>
    <w:rsid w:val="00C9438A"/>
    <w:rsid w:val="00D32291"/>
    <w:rsid w:val="00E3469B"/>
    <w:rsid w:val="00E4320F"/>
    <w:rsid w:val="00E720F6"/>
    <w:rsid w:val="00FB5A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0F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901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1</Pages>
  <Words>127</Words>
  <Characters>730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zybrinskay</dc:creator>
  <cp:keywords/>
  <dc:description/>
  <cp:lastModifiedBy>irdv</cp:lastModifiedBy>
  <cp:revision>6</cp:revision>
  <dcterms:created xsi:type="dcterms:W3CDTF">2013-10-24T09:56:00Z</dcterms:created>
  <dcterms:modified xsi:type="dcterms:W3CDTF">2015-08-05T06:22:00Z</dcterms:modified>
</cp:coreProperties>
</file>