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644"/>
        <w:gridCol w:w="5209"/>
      </w:tblGrid>
      <w:tr w:rsidR="00D376BB" w:rsidTr="0089302B">
        <w:tc>
          <w:tcPr>
            <w:tcW w:w="4644" w:type="dxa"/>
          </w:tcPr>
          <w:p w:rsidR="00D376BB" w:rsidRDefault="00D376BB" w:rsidP="00B5284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209" w:type="dxa"/>
          </w:tcPr>
          <w:p w:rsidR="00D376BB" w:rsidRPr="00D728FC" w:rsidRDefault="00D376BB" w:rsidP="008930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728FC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5B0C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EE0F4D" w:rsidRPr="00D728FC" w:rsidRDefault="00D376BB" w:rsidP="008930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728FC">
              <w:rPr>
                <w:rFonts w:ascii="Times New Roman" w:hAnsi="Times New Roman" w:cs="Times New Roman"/>
                <w:sz w:val="26"/>
                <w:szCs w:val="26"/>
              </w:rPr>
              <w:t>к договор</w:t>
            </w:r>
            <w:r w:rsidR="009612BB" w:rsidRPr="00D728FC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D728FC">
              <w:rPr>
                <w:rFonts w:ascii="Times New Roman" w:hAnsi="Times New Roman" w:cs="Times New Roman"/>
                <w:sz w:val="26"/>
                <w:szCs w:val="26"/>
              </w:rPr>
              <w:t xml:space="preserve"> о предоставлении субсидии</w:t>
            </w:r>
            <w:r w:rsidR="003C5B81" w:rsidRPr="00D728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376BB" w:rsidRPr="00D728FC" w:rsidRDefault="003C5B81" w:rsidP="008930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728FC">
              <w:rPr>
                <w:rFonts w:ascii="Times New Roman" w:hAnsi="Times New Roman" w:cs="Times New Roman"/>
                <w:sz w:val="26"/>
                <w:szCs w:val="26"/>
              </w:rPr>
              <w:t xml:space="preserve">на возмещение части затрат </w:t>
            </w:r>
            <w:r w:rsidR="00D44398">
              <w:rPr>
                <w:rFonts w:ascii="Times New Roman" w:hAnsi="Times New Roman" w:cs="Times New Roman"/>
                <w:sz w:val="26"/>
                <w:szCs w:val="26"/>
              </w:rPr>
              <w:t>на приобретение основных средств</w:t>
            </w:r>
          </w:p>
          <w:p w:rsidR="00673A4A" w:rsidRDefault="00673A4A" w:rsidP="00893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28FC">
              <w:rPr>
                <w:rFonts w:ascii="Times New Roman" w:hAnsi="Times New Roman" w:cs="Times New Roman"/>
                <w:sz w:val="26"/>
                <w:szCs w:val="26"/>
              </w:rPr>
              <w:t>от «__»_</w:t>
            </w:r>
            <w:r w:rsidR="00F635F9" w:rsidRPr="00D728FC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Pr="00D728FC">
              <w:rPr>
                <w:rFonts w:ascii="Times New Roman" w:hAnsi="Times New Roman" w:cs="Times New Roman"/>
                <w:sz w:val="26"/>
                <w:szCs w:val="26"/>
              </w:rPr>
              <w:t xml:space="preserve">______20__года  № БС </w:t>
            </w:r>
            <w:r w:rsidR="00D4439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D728FC">
              <w:rPr>
                <w:rFonts w:ascii="Times New Roman" w:hAnsi="Times New Roman" w:cs="Times New Roman"/>
                <w:sz w:val="26"/>
                <w:szCs w:val="26"/>
              </w:rPr>
              <w:t>-__/__</w:t>
            </w:r>
          </w:p>
          <w:p w:rsidR="005E0EAB" w:rsidRPr="00415A03" w:rsidRDefault="005E0EAB" w:rsidP="009612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76BB" w:rsidRDefault="00D376BB" w:rsidP="00B5284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11F8" w:rsidRDefault="003A11F8" w:rsidP="00B5284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2847" w:rsidRPr="00D728FC" w:rsidRDefault="005B0C06" w:rsidP="001115C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Перечень основных средств</w:t>
      </w:r>
      <w:r w:rsidR="002C2625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03669E">
        <w:rPr>
          <w:rFonts w:ascii="Times New Roman" w:hAnsi="Times New Roman" w:cs="Times New Roman"/>
          <w:b/>
          <w:sz w:val="26"/>
          <w:szCs w:val="26"/>
        </w:rPr>
        <w:t>субсидируемых</w:t>
      </w:r>
    </w:p>
    <w:p w:rsidR="00EE0F4D" w:rsidRPr="00D728FC" w:rsidRDefault="00B52847" w:rsidP="0096690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728FC">
        <w:rPr>
          <w:rFonts w:ascii="Times New Roman" w:hAnsi="Times New Roman" w:cs="Times New Roman"/>
          <w:sz w:val="26"/>
          <w:szCs w:val="26"/>
        </w:rPr>
        <w:t xml:space="preserve">по договору о предоставлении субсидии </w:t>
      </w:r>
      <w:r w:rsidR="00EE0F4D" w:rsidRPr="00D728FC">
        <w:rPr>
          <w:rFonts w:ascii="Times New Roman" w:hAnsi="Times New Roman" w:cs="Times New Roman"/>
          <w:sz w:val="26"/>
          <w:szCs w:val="26"/>
        </w:rPr>
        <w:t xml:space="preserve">на возмещение части затрат </w:t>
      </w:r>
    </w:p>
    <w:p w:rsidR="00B52847" w:rsidRPr="00D728FC" w:rsidRDefault="00D44398" w:rsidP="0096690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приобретение основных средств </w:t>
      </w:r>
      <w:r w:rsidR="00B52847" w:rsidRPr="00D728FC">
        <w:rPr>
          <w:rFonts w:ascii="Times New Roman" w:hAnsi="Times New Roman" w:cs="Times New Roman"/>
          <w:sz w:val="26"/>
          <w:szCs w:val="26"/>
        </w:rPr>
        <w:t xml:space="preserve">от </w:t>
      </w:r>
      <w:r w:rsidR="00685171" w:rsidRPr="00D728FC">
        <w:rPr>
          <w:rFonts w:ascii="Times New Roman" w:hAnsi="Times New Roman" w:cs="Times New Roman"/>
          <w:sz w:val="26"/>
          <w:szCs w:val="26"/>
        </w:rPr>
        <w:t xml:space="preserve">«__»________20__года  № БС </w:t>
      </w:r>
      <w:r>
        <w:rPr>
          <w:rFonts w:ascii="Times New Roman" w:hAnsi="Times New Roman" w:cs="Times New Roman"/>
          <w:sz w:val="26"/>
          <w:szCs w:val="26"/>
        </w:rPr>
        <w:t>5</w:t>
      </w:r>
      <w:r w:rsidR="00685171" w:rsidRPr="00D728FC">
        <w:rPr>
          <w:rFonts w:ascii="Times New Roman" w:hAnsi="Times New Roman" w:cs="Times New Roman"/>
          <w:sz w:val="26"/>
          <w:szCs w:val="26"/>
        </w:rPr>
        <w:t>-__/__</w:t>
      </w:r>
    </w:p>
    <w:p w:rsidR="004D6657" w:rsidRPr="00D728FC" w:rsidRDefault="004D6657" w:rsidP="0096690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728FC">
        <w:rPr>
          <w:rFonts w:ascii="Times New Roman" w:hAnsi="Times New Roman" w:cs="Times New Roman"/>
          <w:sz w:val="26"/>
          <w:szCs w:val="26"/>
        </w:rPr>
        <w:t xml:space="preserve">между Министерством промышленности и торговли Удмуртской Республики </w:t>
      </w:r>
    </w:p>
    <w:p w:rsidR="00B52847" w:rsidRPr="00D728FC" w:rsidRDefault="004D6657" w:rsidP="00DA5FC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D728FC">
        <w:rPr>
          <w:rFonts w:ascii="Times New Roman" w:hAnsi="Times New Roman" w:cs="Times New Roman"/>
          <w:sz w:val="26"/>
          <w:szCs w:val="26"/>
        </w:rPr>
        <w:t xml:space="preserve">и </w:t>
      </w:r>
      <w:r w:rsidR="00B52847" w:rsidRPr="00D728FC">
        <w:rPr>
          <w:rFonts w:ascii="Times New Roman" w:hAnsi="Times New Roman" w:cs="Times New Roman"/>
          <w:sz w:val="26"/>
          <w:szCs w:val="26"/>
        </w:rPr>
        <w:t>_____________________________________________________________</w:t>
      </w:r>
    </w:p>
    <w:p w:rsidR="00EC0F6C" w:rsidRPr="00237E29" w:rsidRDefault="00EC0F6C" w:rsidP="00DA5FC8">
      <w:pPr>
        <w:spacing w:after="0"/>
        <w:jc w:val="center"/>
        <w:rPr>
          <w:rFonts w:ascii="Times New Roman" w:hAnsi="Times New Roman" w:cs="Times New Roman"/>
          <w:sz w:val="26"/>
          <w:szCs w:val="26"/>
          <w:vertAlign w:val="subscript"/>
        </w:rPr>
      </w:pPr>
      <w:r w:rsidRPr="00237E29">
        <w:rPr>
          <w:rFonts w:ascii="Times New Roman" w:hAnsi="Times New Roman" w:cs="Times New Roman"/>
          <w:sz w:val="26"/>
          <w:szCs w:val="26"/>
          <w:vertAlign w:val="subscript"/>
        </w:rPr>
        <w:t>(</w:t>
      </w:r>
      <w:r w:rsidRPr="00237E29">
        <w:rPr>
          <w:rFonts w:ascii="Times New Roman" w:hAnsi="Times New Roman" w:cs="Times New Roman"/>
          <w:i/>
          <w:sz w:val="26"/>
          <w:szCs w:val="26"/>
          <w:vertAlign w:val="subscript"/>
        </w:rPr>
        <w:t xml:space="preserve">Наименование </w:t>
      </w:r>
      <w:r w:rsidR="00685171" w:rsidRPr="00237E29">
        <w:rPr>
          <w:rFonts w:ascii="Times New Roman" w:hAnsi="Times New Roman" w:cs="Times New Roman"/>
          <w:i/>
          <w:sz w:val="26"/>
          <w:szCs w:val="26"/>
          <w:vertAlign w:val="subscript"/>
        </w:rPr>
        <w:t>Получателя</w:t>
      </w:r>
      <w:r w:rsidRPr="00237E29">
        <w:rPr>
          <w:rFonts w:ascii="Times New Roman" w:hAnsi="Times New Roman" w:cs="Times New Roman"/>
          <w:sz w:val="26"/>
          <w:szCs w:val="26"/>
          <w:vertAlign w:val="subscript"/>
        </w:rPr>
        <w:t>)</w:t>
      </w:r>
    </w:p>
    <w:p w:rsidR="003A11F8" w:rsidRPr="00D728FC" w:rsidRDefault="003A11F8" w:rsidP="00DA5FC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2A7645" w:rsidRPr="00D728FC" w:rsidRDefault="002A7645" w:rsidP="00DA5FC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1559"/>
        <w:gridCol w:w="1560"/>
        <w:gridCol w:w="1559"/>
      </w:tblGrid>
      <w:tr w:rsidR="00D14852" w:rsidRPr="00D728FC" w:rsidTr="00EA4035">
        <w:trPr>
          <w:trHeight w:val="835"/>
        </w:trPr>
        <w:tc>
          <w:tcPr>
            <w:tcW w:w="675" w:type="dxa"/>
            <w:vMerge w:val="restart"/>
            <w:vAlign w:val="center"/>
          </w:tcPr>
          <w:p w:rsidR="00D14852" w:rsidRPr="00D14852" w:rsidRDefault="00D14852" w:rsidP="006E63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1485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678" w:type="dxa"/>
            <w:vMerge w:val="restart"/>
            <w:vAlign w:val="center"/>
          </w:tcPr>
          <w:p w:rsidR="00D14852" w:rsidRPr="00D14852" w:rsidRDefault="00D14852" w:rsidP="006E63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1485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Наименование основного средства</w:t>
            </w:r>
          </w:p>
        </w:tc>
        <w:tc>
          <w:tcPr>
            <w:tcW w:w="4678" w:type="dxa"/>
            <w:gridSpan w:val="3"/>
            <w:vAlign w:val="center"/>
          </w:tcPr>
          <w:p w:rsidR="00D14852" w:rsidRPr="00D14852" w:rsidRDefault="00D14852" w:rsidP="0071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1485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Затраты на приобретение основного средства</w:t>
            </w:r>
            <w:r w:rsidR="00685AA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рублей</w:t>
            </w:r>
            <w:r w:rsidRPr="00D1485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D14852" w:rsidRPr="00D728FC" w:rsidTr="00EA4035">
        <w:trPr>
          <w:trHeight w:val="843"/>
        </w:trPr>
        <w:tc>
          <w:tcPr>
            <w:tcW w:w="675" w:type="dxa"/>
            <w:vMerge/>
            <w:vAlign w:val="center"/>
          </w:tcPr>
          <w:p w:rsidR="00D14852" w:rsidRPr="00D14852" w:rsidRDefault="00D14852" w:rsidP="006E63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vMerge/>
            <w:vAlign w:val="center"/>
          </w:tcPr>
          <w:p w:rsidR="00D14852" w:rsidRPr="00D14852" w:rsidRDefault="00D14852" w:rsidP="006E63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D14852" w:rsidRPr="00D14852" w:rsidRDefault="00D14852" w:rsidP="0071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1485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сумма без НДС</w:t>
            </w:r>
          </w:p>
        </w:tc>
        <w:tc>
          <w:tcPr>
            <w:tcW w:w="1560" w:type="dxa"/>
            <w:vAlign w:val="center"/>
          </w:tcPr>
          <w:p w:rsidR="00D14852" w:rsidRPr="00D14852" w:rsidRDefault="00D14852" w:rsidP="0071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1485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сумма НДС</w:t>
            </w:r>
          </w:p>
        </w:tc>
        <w:tc>
          <w:tcPr>
            <w:tcW w:w="1559" w:type="dxa"/>
            <w:vAlign w:val="center"/>
          </w:tcPr>
          <w:p w:rsidR="00D14852" w:rsidRPr="00D14852" w:rsidRDefault="00D14852" w:rsidP="0071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1485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сумма всего с НДС</w:t>
            </w:r>
          </w:p>
        </w:tc>
      </w:tr>
      <w:tr w:rsidR="00DB5AFF" w:rsidRPr="00D728FC" w:rsidTr="00EA4035">
        <w:trPr>
          <w:trHeight w:val="843"/>
        </w:trPr>
        <w:tc>
          <w:tcPr>
            <w:tcW w:w="675" w:type="dxa"/>
            <w:vAlign w:val="center"/>
          </w:tcPr>
          <w:p w:rsidR="00DB5AFF" w:rsidRPr="00D14852" w:rsidRDefault="00DB5AFF" w:rsidP="006E63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1485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678" w:type="dxa"/>
            <w:vAlign w:val="center"/>
          </w:tcPr>
          <w:p w:rsidR="00DB5AFF" w:rsidRPr="00D14852" w:rsidRDefault="00DB5AFF" w:rsidP="006E63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DB5AFF" w:rsidRPr="00D14852" w:rsidRDefault="00DB5AFF" w:rsidP="003369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DB5AFF" w:rsidRPr="00D14852" w:rsidRDefault="00DB5AFF" w:rsidP="003369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DB5AFF" w:rsidRPr="00D14852" w:rsidRDefault="00DB5AFF" w:rsidP="003369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5AFF" w:rsidRPr="00D728FC" w:rsidTr="00EA4035">
        <w:trPr>
          <w:trHeight w:val="827"/>
        </w:trPr>
        <w:tc>
          <w:tcPr>
            <w:tcW w:w="675" w:type="dxa"/>
            <w:vAlign w:val="center"/>
          </w:tcPr>
          <w:p w:rsidR="00DB5AFF" w:rsidRPr="00D14852" w:rsidRDefault="00DB5AFF" w:rsidP="006E63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1485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678" w:type="dxa"/>
            <w:vAlign w:val="center"/>
          </w:tcPr>
          <w:p w:rsidR="00DB5AFF" w:rsidRPr="00D14852" w:rsidRDefault="00DB5AFF" w:rsidP="006E63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DB5AFF" w:rsidRPr="00D14852" w:rsidRDefault="00DB5AFF" w:rsidP="003369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DB5AFF" w:rsidRPr="00D14852" w:rsidRDefault="00DB5AFF" w:rsidP="003369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DB5AFF" w:rsidRPr="00D14852" w:rsidRDefault="00DB5AFF" w:rsidP="003369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52C6A" w:rsidRPr="00D728FC" w:rsidTr="00EA4035">
        <w:trPr>
          <w:trHeight w:val="827"/>
        </w:trPr>
        <w:tc>
          <w:tcPr>
            <w:tcW w:w="675" w:type="dxa"/>
            <w:vAlign w:val="center"/>
          </w:tcPr>
          <w:p w:rsidR="00552C6A" w:rsidRPr="00D14852" w:rsidRDefault="00552C6A" w:rsidP="006E63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 т.д.</w:t>
            </w:r>
          </w:p>
        </w:tc>
        <w:tc>
          <w:tcPr>
            <w:tcW w:w="4678" w:type="dxa"/>
            <w:vAlign w:val="center"/>
          </w:tcPr>
          <w:p w:rsidR="00552C6A" w:rsidRPr="00D14852" w:rsidRDefault="00552C6A" w:rsidP="006E63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552C6A" w:rsidRPr="00D14852" w:rsidRDefault="00552C6A" w:rsidP="003369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552C6A" w:rsidRPr="00D14852" w:rsidRDefault="00552C6A" w:rsidP="003369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552C6A" w:rsidRPr="00D14852" w:rsidRDefault="00552C6A" w:rsidP="003369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52C6A" w:rsidRPr="00D728FC" w:rsidTr="00C1214B">
        <w:trPr>
          <w:trHeight w:val="605"/>
        </w:trPr>
        <w:tc>
          <w:tcPr>
            <w:tcW w:w="675" w:type="dxa"/>
            <w:vAlign w:val="center"/>
          </w:tcPr>
          <w:p w:rsidR="00552C6A" w:rsidRPr="00D14852" w:rsidRDefault="00552C6A" w:rsidP="006E63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vAlign w:val="center"/>
          </w:tcPr>
          <w:p w:rsidR="00552C6A" w:rsidRPr="00D14852" w:rsidRDefault="00966907" w:rsidP="006E63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</w:t>
            </w:r>
            <w:r w:rsidR="0055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того</w:t>
            </w:r>
          </w:p>
        </w:tc>
        <w:tc>
          <w:tcPr>
            <w:tcW w:w="1559" w:type="dxa"/>
            <w:vAlign w:val="center"/>
          </w:tcPr>
          <w:p w:rsidR="00552C6A" w:rsidRPr="00D14852" w:rsidRDefault="00552C6A" w:rsidP="003369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552C6A" w:rsidRPr="00D14852" w:rsidRDefault="00552C6A" w:rsidP="003369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552C6A" w:rsidRPr="00D14852" w:rsidRDefault="00552C6A" w:rsidP="003369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52C6A" w:rsidRPr="00D728FC" w:rsidTr="00C1214B">
        <w:trPr>
          <w:trHeight w:val="557"/>
        </w:trPr>
        <w:tc>
          <w:tcPr>
            <w:tcW w:w="675" w:type="dxa"/>
            <w:vAlign w:val="center"/>
          </w:tcPr>
          <w:p w:rsidR="00552C6A" w:rsidRPr="00D14852" w:rsidRDefault="00552C6A" w:rsidP="006E63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vAlign w:val="center"/>
          </w:tcPr>
          <w:p w:rsidR="00C1214B" w:rsidRDefault="005D3D44" w:rsidP="006E63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Расчетная сумма субсидии </w:t>
            </w:r>
          </w:p>
          <w:p w:rsidR="00552C6A" w:rsidRDefault="005D3D44" w:rsidP="006E63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(в размере 90 процентов затрат)</w:t>
            </w:r>
          </w:p>
        </w:tc>
        <w:tc>
          <w:tcPr>
            <w:tcW w:w="1559" w:type="dxa"/>
            <w:vAlign w:val="center"/>
          </w:tcPr>
          <w:p w:rsidR="00552C6A" w:rsidRPr="00D14852" w:rsidRDefault="00552C6A" w:rsidP="003369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552C6A" w:rsidRPr="00D14852" w:rsidRDefault="003369D5" w:rsidP="003369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559" w:type="dxa"/>
            <w:vAlign w:val="center"/>
          </w:tcPr>
          <w:p w:rsidR="00552C6A" w:rsidRPr="00D14852" w:rsidRDefault="003369D5" w:rsidP="003369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</w:tbl>
    <w:p w:rsidR="004E73EC" w:rsidRPr="00D728FC" w:rsidRDefault="004E73EC" w:rsidP="00CF4B3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45"/>
        <w:gridCol w:w="4394"/>
      </w:tblGrid>
      <w:tr w:rsidR="00EA51E3" w:rsidRPr="00777073" w:rsidTr="00A70402">
        <w:tc>
          <w:tcPr>
            <w:tcW w:w="5245" w:type="dxa"/>
          </w:tcPr>
          <w:p w:rsidR="00EA51E3" w:rsidRPr="00777073" w:rsidRDefault="00EA51E3" w:rsidP="00EA51E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777073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Главный распорядитель средств бюджета Удмуртской Республики</w:t>
            </w:r>
          </w:p>
        </w:tc>
        <w:tc>
          <w:tcPr>
            <w:tcW w:w="4394" w:type="dxa"/>
          </w:tcPr>
          <w:p w:rsidR="00EA51E3" w:rsidRPr="00777073" w:rsidRDefault="00EA51E3" w:rsidP="00EA51E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  <w:u w:val="single"/>
              </w:rPr>
            </w:pPr>
            <w:r w:rsidRPr="00904325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Получатель </w:t>
            </w:r>
          </w:p>
        </w:tc>
      </w:tr>
      <w:tr w:rsidR="00EA51E3" w:rsidRPr="00904325" w:rsidTr="00A70402">
        <w:tc>
          <w:tcPr>
            <w:tcW w:w="5245" w:type="dxa"/>
          </w:tcPr>
          <w:p w:rsidR="00EA51E3" w:rsidRDefault="00EA51E3" w:rsidP="00EA51E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32D1">
              <w:rPr>
                <w:rFonts w:ascii="Times New Roman" w:hAnsi="Times New Roman" w:cs="Times New Roman"/>
                <w:sz w:val="26"/>
                <w:szCs w:val="26"/>
              </w:rPr>
              <w:t>Министерство промышленности</w:t>
            </w:r>
          </w:p>
          <w:p w:rsidR="00EA51E3" w:rsidRPr="005132D1" w:rsidRDefault="00EA51E3" w:rsidP="00EA51E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32D1">
              <w:rPr>
                <w:rFonts w:ascii="Times New Roman" w:hAnsi="Times New Roman" w:cs="Times New Roman"/>
                <w:sz w:val="26"/>
                <w:szCs w:val="26"/>
              </w:rPr>
              <w:t>и торговли Удмуртской Республики</w:t>
            </w:r>
          </w:p>
        </w:tc>
        <w:tc>
          <w:tcPr>
            <w:tcW w:w="4394" w:type="dxa"/>
            <w:tcBorders>
              <w:left w:val="nil"/>
            </w:tcBorders>
          </w:tcPr>
          <w:p w:rsidR="00EA51E3" w:rsidRPr="00904325" w:rsidRDefault="00EA51E3" w:rsidP="00EA51E3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04325">
              <w:rPr>
                <w:rFonts w:ascii="Times New Roman" w:hAnsi="Times New Roman" w:cs="Times New Roman"/>
                <w:i/>
                <w:sz w:val="26"/>
                <w:szCs w:val="26"/>
              </w:rPr>
              <w:t>Наименование Получателя</w:t>
            </w:r>
          </w:p>
        </w:tc>
      </w:tr>
    </w:tbl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6"/>
      </w:tblGrid>
      <w:tr w:rsidR="0089302B" w:rsidRPr="0089302B" w:rsidTr="00EA51E3">
        <w:tc>
          <w:tcPr>
            <w:tcW w:w="4927" w:type="dxa"/>
          </w:tcPr>
          <w:p w:rsidR="0089302B" w:rsidRPr="0089302B" w:rsidRDefault="0089302B" w:rsidP="0089302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9302B" w:rsidRPr="0089302B" w:rsidRDefault="0089302B" w:rsidP="0089302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302B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________________/____________</w:t>
            </w:r>
          </w:p>
          <w:p w:rsidR="0089302B" w:rsidRPr="0089302B" w:rsidRDefault="0089302B" w:rsidP="0089302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</w:pPr>
            <w:r w:rsidRPr="0089302B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  <w:t>(подпись)                           (Ф.И.О.)</w:t>
            </w:r>
          </w:p>
          <w:p w:rsidR="0089302B" w:rsidRPr="0089302B" w:rsidRDefault="0089302B" w:rsidP="0089302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302B">
              <w:rPr>
                <w:rFonts w:ascii="Times New Roman" w:eastAsia="Times New Roman" w:hAnsi="Times New Roman" w:cs="Times New Roman"/>
                <w:sz w:val="26"/>
                <w:szCs w:val="26"/>
              </w:rPr>
              <w:t>М.П.</w:t>
            </w:r>
          </w:p>
        </w:tc>
        <w:tc>
          <w:tcPr>
            <w:tcW w:w="4926" w:type="dxa"/>
          </w:tcPr>
          <w:p w:rsidR="00DA4618" w:rsidRDefault="00DA4618" w:rsidP="0089302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9302B" w:rsidRPr="0089302B" w:rsidRDefault="0089302B" w:rsidP="0089302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302B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________________/____________</w:t>
            </w:r>
          </w:p>
          <w:p w:rsidR="0089302B" w:rsidRPr="0089302B" w:rsidRDefault="0089302B" w:rsidP="0089302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</w:pPr>
            <w:r w:rsidRPr="0089302B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  <w:t>(подпись)                             (Ф.И.О.)</w:t>
            </w:r>
          </w:p>
          <w:p w:rsidR="0089302B" w:rsidRPr="0089302B" w:rsidRDefault="0089302B" w:rsidP="0089302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302B">
              <w:rPr>
                <w:rFonts w:ascii="Times New Roman" w:eastAsia="Times New Roman" w:hAnsi="Times New Roman" w:cs="Times New Roman"/>
                <w:sz w:val="26"/>
                <w:szCs w:val="26"/>
              </w:rPr>
              <w:t>М.П.</w:t>
            </w:r>
          </w:p>
        </w:tc>
      </w:tr>
    </w:tbl>
    <w:p w:rsidR="004E73EC" w:rsidRDefault="004E73EC" w:rsidP="00CF4B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1E3" w:rsidRDefault="00EA51E3" w:rsidP="00CF4B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3EC" w:rsidRDefault="00EA51E3" w:rsidP="00EA51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4E73EC" w:rsidRPr="00C84D57" w:rsidRDefault="004E73EC" w:rsidP="002A76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E73EC" w:rsidRPr="00C84D57" w:rsidSect="009720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851" w:left="1418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750" w:rsidRDefault="00915750" w:rsidP="00D86BE3">
      <w:pPr>
        <w:spacing w:after="0" w:line="240" w:lineRule="auto"/>
      </w:pPr>
      <w:r>
        <w:separator/>
      </w:r>
    </w:p>
  </w:endnote>
  <w:endnote w:type="continuationSeparator" w:id="0">
    <w:p w:rsidR="00915750" w:rsidRDefault="00915750" w:rsidP="00D86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E4E" w:rsidRDefault="000D1E4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E4E" w:rsidRDefault="000D1E4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E4E" w:rsidRDefault="000D1E4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750" w:rsidRDefault="00915750" w:rsidP="00D86BE3">
      <w:pPr>
        <w:spacing w:after="0" w:line="240" w:lineRule="auto"/>
      </w:pPr>
      <w:r>
        <w:separator/>
      </w:r>
    </w:p>
  </w:footnote>
  <w:footnote w:type="continuationSeparator" w:id="0">
    <w:p w:rsidR="00915750" w:rsidRDefault="00915750" w:rsidP="00D86B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E4E" w:rsidRDefault="000D1E4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E4E" w:rsidRDefault="000D1E4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E4E" w:rsidRDefault="000D1E4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2B3"/>
    <w:rsid w:val="0001524F"/>
    <w:rsid w:val="0002301F"/>
    <w:rsid w:val="00026DFE"/>
    <w:rsid w:val="0003669E"/>
    <w:rsid w:val="000B39AC"/>
    <w:rsid w:val="000D1E4E"/>
    <w:rsid w:val="00102C97"/>
    <w:rsid w:val="001115CC"/>
    <w:rsid w:val="001204D8"/>
    <w:rsid w:val="001711CA"/>
    <w:rsid w:val="0018069A"/>
    <w:rsid w:val="001842B3"/>
    <w:rsid w:val="00197C01"/>
    <w:rsid w:val="00237E29"/>
    <w:rsid w:val="002A7645"/>
    <w:rsid w:val="002C2625"/>
    <w:rsid w:val="002D5C1F"/>
    <w:rsid w:val="003369D5"/>
    <w:rsid w:val="00336B5F"/>
    <w:rsid w:val="0035140E"/>
    <w:rsid w:val="003A11F8"/>
    <w:rsid w:val="003B2B0F"/>
    <w:rsid w:val="003C0477"/>
    <w:rsid w:val="003C5B81"/>
    <w:rsid w:val="00415A03"/>
    <w:rsid w:val="0043484E"/>
    <w:rsid w:val="00473A70"/>
    <w:rsid w:val="004D6657"/>
    <w:rsid w:val="004D67A7"/>
    <w:rsid w:val="004E73EC"/>
    <w:rsid w:val="00504E78"/>
    <w:rsid w:val="005426BF"/>
    <w:rsid w:val="00552C6A"/>
    <w:rsid w:val="005A7706"/>
    <w:rsid w:val="005B0C06"/>
    <w:rsid w:val="005D3D44"/>
    <w:rsid w:val="005E04C0"/>
    <w:rsid w:val="005E0EAB"/>
    <w:rsid w:val="00673A4A"/>
    <w:rsid w:val="0067733C"/>
    <w:rsid w:val="00685171"/>
    <w:rsid w:val="00685AAA"/>
    <w:rsid w:val="006D6A99"/>
    <w:rsid w:val="006E6331"/>
    <w:rsid w:val="0071370E"/>
    <w:rsid w:val="0071597F"/>
    <w:rsid w:val="00856C4D"/>
    <w:rsid w:val="00863F74"/>
    <w:rsid w:val="0089302B"/>
    <w:rsid w:val="008A6FDD"/>
    <w:rsid w:val="00915750"/>
    <w:rsid w:val="009373DF"/>
    <w:rsid w:val="00957253"/>
    <w:rsid w:val="009612BB"/>
    <w:rsid w:val="00966907"/>
    <w:rsid w:val="009720F6"/>
    <w:rsid w:val="0098026A"/>
    <w:rsid w:val="009D6FD4"/>
    <w:rsid w:val="00A222E1"/>
    <w:rsid w:val="00A56D3C"/>
    <w:rsid w:val="00AD595F"/>
    <w:rsid w:val="00AE2B41"/>
    <w:rsid w:val="00B52847"/>
    <w:rsid w:val="00BC378D"/>
    <w:rsid w:val="00C1214B"/>
    <w:rsid w:val="00C14D41"/>
    <w:rsid w:val="00C62EA3"/>
    <w:rsid w:val="00C84D57"/>
    <w:rsid w:val="00CB28A5"/>
    <w:rsid w:val="00CC3588"/>
    <w:rsid w:val="00CC3899"/>
    <w:rsid w:val="00CF4B35"/>
    <w:rsid w:val="00D04E77"/>
    <w:rsid w:val="00D14852"/>
    <w:rsid w:val="00D168DF"/>
    <w:rsid w:val="00D323DF"/>
    <w:rsid w:val="00D376BB"/>
    <w:rsid w:val="00D44398"/>
    <w:rsid w:val="00D611BD"/>
    <w:rsid w:val="00D728FC"/>
    <w:rsid w:val="00D7518B"/>
    <w:rsid w:val="00D86BE3"/>
    <w:rsid w:val="00D87656"/>
    <w:rsid w:val="00DA4618"/>
    <w:rsid w:val="00DA5FC8"/>
    <w:rsid w:val="00DA7064"/>
    <w:rsid w:val="00DB54D1"/>
    <w:rsid w:val="00DB5AFF"/>
    <w:rsid w:val="00DF2941"/>
    <w:rsid w:val="00E20D17"/>
    <w:rsid w:val="00E3391F"/>
    <w:rsid w:val="00E630D2"/>
    <w:rsid w:val="00E80ED4"/>
    <w:rsid w:val="00EA2B98"/>
    <w:rsid w:val="00EA4035"/>
    <w:rsid w:val="00EA51E3"/>
    <w:rsid w:val="00EC0F6C"/>
    <w:rsid w:val="00EE0F4D"/>
    <w:rsid w:val="00EF0B43"/>
    <w:rsid w:val="00F635F9"/>
    <w:rsid w:val="00F8402C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F6C"/>
    <w:pPr>
      <w:ind w:left="720"/>
      <w:contextualSpacing/>
    </w:pPr>
  </w:style>
  <w:style w:type="table" w:styleId="a4">
    <w:name w:val="Table Grid"/>
    <w:basedOn w:val="a1"/>
    <w:uiPriority w:val="59"/>
    <w:rsid w:val="00EC0F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37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73D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86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86BE3"/>
  </w:style>
  <w:style w:type="paragraph" w:styleId="a9">
    <w:name w:val="footer"/>
    <w:basedOn w:val="a"/>
    <w:link w:val="aa"/>
    <w:uiPriority w:val="99"/>
    <w:unhideWhenUsed/>
    <w:rsid w:val="00D86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86BE3"/>
  </w:style>
  <w:style w:type="table" w:customStyle="1" w:styleId="1">
    <w:name w:val="Сетка таблицы1"/>
    <w:basedOn w:val="a1"/>
    <w:next w:val="a4"/>
    <w:uiPriority w:val="59"/>
    <w:rsid w:val="0089302B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A51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F6C"/>
    <w:pPr>
      <w:ind w:left="720"/>
      <w:contextualSpacing/>
    </w:pPr>
  </w:style>
  <w:style w:type="table" w:styleId="a4">
    <w:name w:val="Table Grid"/>
    <w:basedOn w:val="a1"/>
    <w:uiPriority w:val="59"/>
    <w:rsid w:val="00EC0F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37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73D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86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86BE3"/>
  </w:style>
  <w:style w:type="paragraph" w:styleId="a9">
    <w:name w:val="footer"/>
    <w:basedOn w:val="a"/>
    <w:link w:val="aa"/>
    <w:uiPriority w:val="99"/>
    <w:unhideWhenUsed/>
    <w:rsid w:val="00D86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86BE3"/>
  </w:style>
  <w:style w:type="table" w:customStyle="1" w:styleId="1">
    <w:name w:val="Сетка таблицы1"/>
    <w:basedOn w:val="a1"/>
    <w:next w:val="a4"/>
    <w:uiPriority w:val="59"/>
    <w:rsid w:val="0089302B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A51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0074C-19AE-4058-A8BB-96DD9108E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C8247F0D</Template>
  <TotalTime>0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usernew2</dc:creator>
  <cp:lastModifiedBy>user</cp:lastModifiedBy>
  <cp:revision>2</cp:revision>
  <cp:lastPrinted>2019-05-16T10:27:00Z</cp:lastPrinted>
  <dcterms:created xsi:type="dcterms:W3CDTF">2019-05-22T08:46:00Z</dcterms:created>
  <dcterms:modified xsi:type="dcterms:W3CDTF">2019-05-22T08:46:00Z</dcterms:modified>
</cp:coreProperties>
</file>