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15" w:rsidRDefault="00106B15" w:rsidP="00332B26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/>
          <w:bCs/>
          <w:color w:val="26282F"/>
          <w:sz w:val="28"/>
          <w:szCs w:val="28"/>
        </w:rPr>
      </w:pPr>
      <w:r w:rsidRPr="0081673E">
        <w:rPr>
          <w:rFonts w:ascii="Times New Roman" w:hAnsi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hAnsi="Times New Roman"/>
          <w:bCs/>
          <w:color w:val="26282F"/>
          <w:sz w:val="28"/>
          <w:szCs w:val="28"/>
        </w:rPr>
        <w:t>2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к Административному регламенту</w:t>
      </w:r>
      <w:r w:rsidRPr="00B7139E">
        <w:rPr>
          <w:sz w:val="24"/>
          <w:szCs w:val="24"/>
        </w:rPr>
        <w:t xml:space="preserve"> </w:t>
      </w:r>
      <w:r w:rsidRPr="00B7139E">
        <w:rPr>
          <w:rFonts w:ascii="Times New Roman" w:hAnsi="Times New Roman"/>
          <w:sz w:val="24"/>
          <w:szCs w:val="24"/>
        </w:rPr>
        <w:t xml:space="preserve">по исполнению 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Министерством</w:t>
      </w:r>
      <w:r>
        <w:rPr>
          <w:rFonts w:ascii="Times New Roman" w:hAnsi="Times New Roman"/>
          <w:sz w:val="24"/>
          <w:szCs w:val="24"/>
        </w:rPr>
        <w:t xml:space="preserve"> промышленности и</w:t>
      </w:r>
      <w:r w:rsidRPr="00B7139E">
        <w:rPr>
          <w:rFonts w:ascii="Times New Roman" w:hAnsi="Times New Roman"/>
          <w:sz w:val="24"/>
          <w:szCs w:val="24"/>
        </w:rPr>
        <w:t xml:space="preserve"> торговли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Удмуртской Республики государственной функции 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«Осуществление государственного контроля 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>за представлением деклараций об объеме розничной</w:t>
      </w:r>
    </w:p>
    <w:p w:rsidR="00106B15" w:rsidRPr="00B7139E" w:rsidRDefault="00106B15" w:rsidP="00F86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7139E">
        <w:rPr>
          <w:rFonts w:ascii="Times New Roman" w:hAnsi="Times New Roman"/>
          <w:sz w:val="24"/>
          <w:szCs w:val="24"/>
        </w:rPr>
        <w:t xml:space="preserve"> продажи алкогольной и спиртосодержащей продукции</w:t>
      </w:r>
    </w:p>
    <w:p w:rsidR="00106B15" w:rsidRPr="004F47A6" w:rsidRDefault="00106B15" w:rsidP="00F86E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7139E">
        <w:rPr>
          <w:rFonts w:ascii="Times New Roman" w:hAnsi="Times New Roman"/>
          <w:sz w:val="24"/>
          <w:szCs w:val="24"/>
        </w:rPr>
        <w:t xml:space="preserve"> на территории Удмуртской Республики»</w:t>
      </w:r>
    </w:p>
    <w:p w:rsidR="00106B15" w:rsidRPr="004A5626" w:rsidRDefault="00106B15" w:rsidP="004A562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4A5626">
        <w:rPr>
          <w:rFonts w:ascii="Times New Roman" w:hAnsi="Times New Roman"/>
          <w:b/>
          <w:bCs/>
          <w:color w:val="26282F"/>
          <w:sz w:val="28"/>
          <w:szCs w:val="28"/>
        </w:rPr>
        <w:t>Журнал учета дел об административных правонарушениях</w:t>
      </w:r>
      <w:bookmarkStart w:id="0" w:name="_GoBack"/>
      <w:bookmarkEnd w:id="0"/>
    </w:p>
    <w:p w:rsidR="00106B15" w:rsidRPr="004A5626" w:rsidRDefault="00106B15" w:rsidP="004A56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tbl>
      <w:tblPr>
        <w:tblW w:w="15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3"/>
        <w:gridCol w:w="908"/>
        <w:gridCol w:w="1207"/>
        <w:gridCol w:w="1152"/>
        <w:gridCol w:w="1742"/>
        <w:gridCol w:w="1388"/>
        <w:gridCol w:w="1206"/>
        <w:gridCol w:w="1033"/>
        <w:gridCol w:w="1211"/>
        <w:gridCol w:w="1397"/>
        <w:gridCol w:w="1210"/>
        <w:gridCol w:w="1211"/>
        <w:gridCol w:w="1131"/>
      </w:tblGrid>
      <w:tr w:rsidR="00106B15" w:rsidRPr="00D02F39" w:rsidTr="00400B10">
        <w:tc>
          <w:tcPr>
            <w:tcW w:w="5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6B7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Рег. №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Краткое описа-ниесобы-тия (время, место, обстоя-тельст-вапроизо-шедше-го)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6B7B48">
            <w:pPr>
              <w:autoSpaceDE w:val="0"/>
              <w:autoSpaceDN w:val="0"/>
              <w:adjustRightInd w:val="0"/>
              <w:spacing w:after="0" w:line="240" w:lineRule="auto"/>
              <w:ind w:left="-52" w:firstLine="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 отноше-нии кого осущес-твляет-сяпроиз-водство по делу об админи-стра-тивном право-наруше-нии</w:t>
            </w:r>
          </w:p>
        </w:tc>
        <w:tc>
          <w:tcPr>
            <w:tcW w:w="5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Результат рассмотрения материалов, содержащих данные указывающие на наличие события административного правонарушения</w:t>
            </w:r>
          </w:p>
        </w:tc>
        <w:tc>
          <w:tcPr>
            <w:tcW w:w="5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Результат рассмотрения дела об административном правонарушении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Приме-чание</w:t>
            </w:r>
          </w:p>
        </w:tc>
      </w:tr>
      <w:tr w:rsidR="00106B15" w:rsidRPr="00D02F39" w:rsidTr="00400B10">
        <w:tc>
          <w:tcPr>
            <w:tcW w:w="523" w:type="dxa"/>
            <w:vMerge/>
            <w:tcBorders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Вынесено определе-ние о возбужде-нии дела об администра-тивномправонару-шении и проведении админист-ративногорасследова-ния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6B7B48">
            <w:pPr>
              <w:autoSpaceDE w:val="0"/>
              <w:autoSpaceDN w:val="0"/>
              <w:adjustRightInd w:val="0"/>
              <w:spacing w:after="0" w:line="240" w:lineRule="auto"/>
              <w:ind w:left="-111" w:right="-134" w:firstLine="1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 xml:space="preserve">Состав-лен протокол об админист-ративномправона-рушении (дата, № протокола, статья </w:t>
            </w:r>
            <w:hyperlink r:id="rId4" w:history="1">
              <w:r w:rsidRPr="00D02F39">
                <w:rPr>
                  <w:rFonts w:ascii="Times New Roman" w:hAnsi="Times New Roman"/>
                  <w:sz w:val="28"/>
                  <w:szCs w:val="28"/>
                </w:rPr>
                <w:t>КоАП</w:t>
              </w:r>
            </w:hyperlink>
            <w:r w:rsidRPr="00D02F39">
              <w:rPr>
                <w:rFonts w:ascii="Times New Roman" w:hAnsi="Times New Roman"/>
                <w:sz w:val="28"/>
                <w:szCs w:val="28"/>
              </w:rPr>
              <w:t xml:space="preserve"> или закона Удмуртс-кой Республи-ки)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ind w:left="-82" w:right="-62" w:firstLine="8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Вынесе-ноопреде-ление об отказе в возбуж-дении дела об админис-тратив-ном правона-рушении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ind w:left="-154" w:right="-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Мате-риалы переда-ны по подве-домст-веннос-ти, наиме-нование органа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об административном правонарушении рассмотрено должностным лицом, назначено наказание в виде: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переда-но для рассмот-рения в суд или по подве-домст-венности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Дело прекра-щено (основа-нияпрекра-щения)</w:t>
            </w:r>
          </w:p>
        </w:tc>
        <w:tc>
          <w:tcPr>
            <w:tcW w:w="1131" w:type="dxa"/>
            <w:vMerge/>
            <w:tcBorders>
              <w:lef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06B15" w:rsidRPr="00D02F39" w:rsidTr="00400B10">
        <w:tc>
          <w:tcPr>
            <w:tcW w:w="52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Предуп-режде-ние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A902DC">
            <w:pPr>
              <w:autoSpaceDE w:val="0"/>
              <w:autoSpaceDN w:val="0"/>
              <w:adjustRightInd w:val="0"/>
              <w:spacing w:after="0" w:line="240" w:lineRule="auto"/>
              <w:ind w:left="-130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Админист-ративный штраф (сумма, руб.)</w:t>
            </w:r>
          </w:p>
        </w:tc>
        <w:tc>
          <w:tcPr>
            <w:tcW w:w="1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06B15" w:rsidRPr="00D02F39" w:rsidTr="004A5626"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6B15" w:rsidRPr="00D02F39" w:rsidRDefault="00106B15" w:rsidP="004A5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F3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106B15" w:rsidRDefault="00106B15" w:rsidP="00F86EDD"/>
    <w:sectPr w:rsidR="00106B15" w:rsidSect="00F86EDD">
      <w:pgSz w:w="16838" w:h="11906" w:orient="landscape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626"/>
    <w:rsid w:val="000A090F"/>
    <w:rsid w:val="00106B15"/>
    <w:rsid w:val="001D3818"/>
    <w:rsid w:val="00332B26"/>
    <w:rsid w:val="003B6B32"/>
    <w:rsid w:val="00400B10"/>
    <w:rsid w:val="004A5626"/>
    <w:rsid w:val="004F47A6"/>
    <w:rsid w:val="00557C56"/>
    <w:rsid w:val="005A5C6A"/>
    <w:rsid w:val="006079E8"/>
    <w:rsid w:val="00627389"/>
    <w:rsid w:val="006B7B48"/>
    <w:rsid w:val="007319BD"/>
    <w:rsid w:val="0081673E"/>
    <w:rsid w:val="00833876"/>
    <w:rsid w:val="00A075CF"/>
    <w:rsid w:val="00A902DC"/>
    <w:rsid w:val="00B10053"/>
    <w:rsid w:val="00B7139E"/>
    <w:rsid w:val="00CB2F2B"/>
    <w:rsid w:val="00D02F39"/>
    <w:rsid w:val="00D44AE7"/>
    <w:rsid w:val="00DB087D"/>
    <w:rsid w:val="00E70B4E"/>
    <w:rsid w:val="00F86EDD"/>
    <w:rsid w:val="00FB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2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111</TotalTime>
  <Pages>2</Pages>
  <Words>225</Words>
  <Characters>1285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zybrinskay</dc:creator>
  <cp:keywords/>
  <dc:description/>
  <cp:lastModifiedBy>irdv</cp:lastModifiedBy>
  <cp:revision>6</cp:revision>
  <cp:lastPrinted>2013-10-24T10:04:00Z</cp:lastPrinted>
  <dcterms:created xsi:type="dcterms:W3CDTF">2013-10-24T08:01:00Z</dcterms:created>
  <dcterms:modified xsi:type="dcterms:W3CDTF">2016-03-18T09:18:00Z</dcterms:modified>
</cp:coreProperties>
</file>